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86800" w14:textId="77777777" w:rsidR="002A0875" w:rsidRPr="00A97412" w:rsidRDefault="00915B15" w:rsidP="0044075F">
      <w:pPr>
        <w:rPr>
          <w:rFonts w:ascii="Garamond" w:hAnsi="Garamond"/>
          <w:b/>
          <w:sz w:val="44"/>
          <w:szCs w:val="44"/>
        </w:rPr>
      </w:pPr>
      <w:r w:rsidRPr="00A97412">
        <w:rPr>
          <w:rFonts w:ascii="Garamond" w:hAnsi="Garamond"/>
          <w:b/>
          <w:sz w:val="44"/>
          <w:szCs w:val="44"/>
        </w:rPr>
        <w:t>You’re the Only One</w:t>
      </w:r>
    </w:p>
    <w:p w14:paraId="2AFAB2A0" w14:textId="77777777" w:rsidR="0084126F" w:rsidRPr="001315BF" w:rsidRDefault="002A0875" w:rsidP="0044075F">
      <w:pPr>
        <w:rPr>
          <w:rFonts w:ascii="Garamond" w:hAnsi="Garamond"/>
          <w:b/>
          <w:i/>
          <w:sz w:val="18"/>
          <w:szCs w:val="18"/>
        </w:rPr>
      </w:pPr>
      <w:r w:rsidRPr="001315BF">
        <w:rPr>
          <w:rFonts w:ascii="Garamond" w:hAnsi="Garamond"/>
          <w:b/>
          <w:i/>
          <w:sz w:val="18"/>
          <w:szCs w:val="18"/>
        </w:rPr>
        <w:t xml:space="preserve"> </w:t>
      </w:r>
      <w:r w:rsidR="00193E0A" w:rsidRPr="001315BF">
        <w:rPr>
          <w:rFonts w:ascii="Garamond" w:hAnsi="Garamond"/>
          <w:b/>
          <w:i/>
          <w:sz w:val="18"/>
          <w:szCs w:val="18"/>
        </w:rPr>
        <w:t>Michele Wagner/Steve Sile</w:t>
      </w:r>
      <w:r w:rsidR="00915B15" w:rsidRPr="001315BF">
        <w:rPr>
          <w:rFonts w:ascii="Garamond" w:hAnsi="Garamond"/>
          <w:b/>
          <w:i/>
          <w:sz w:val="18"/>
          <w:szCs w:val="18"/>
        </w:rPr>
        <w:t>r</w:t>
      </w:r>
      <w:r w:rsidR="00945361" w:rsidRPr="001315BF">
        <w:rPr>
          <w:rFonts w:ascii="Garamond" w:hAnsi="Garamond"/>
          <w:b/>
          <w:i/>
          <w:sz w:val="18"/>
          <w:szCs w:val="18"/>
        </w:rPr>
        <w:t xml:space="preserve">                                                Psalm 139</w:t>
      </w:r>
    </w:p>
    <w:p w14:paraId="6EA369CE" w14:textId="77777777" w:rsidR="0053397F" w:rsidRPr="00F44A2F" w:rsidRDefault="0044075F" w:rsidP="0053397F">
      <w:pPr>
        <w:pBdr>
          <w:top w:val="single" w:sz="18" w:space="1" w:color="auto"/>
        </w:pBdr>
        <w:rPr>
          <w:b/>
          <w:i/>
        </w:rPr>
      </w:pPr>
      <w:r w:rsidRPr="00F44A2F">
        <w:rPr>
          <w:b/>
          <w:i/>
        </w:rPr>
        <w:t xml:space="preserve">                      </w:t>
      </w:r>
    </w:p>
    <w:p w14:paraId="0E1F0132" w14:textId="77777777" w:rsidR="0084126F" w:rsidRPr="00F44A2F" w:rsidRDefault="0084126F" w:rsidP="0084126F">
      <w:pPr>
        <w:rPr>
          <w:b/>
          <w:i/>
        </w:rPr>
      </w:pPr>
    </w:p>
    <w:p w14:paraId="567D8A4B" w14:textId="77777777" w:rsidR="0084126F" w:rsidRPr="00F44A2F" w:rsidRDefault="006C64B8" w:rsidP="0084126F">
      <w:pPr>
        <w:rPr>
          <w:b/>
          <w:i/>
        </w:rPr>
      </w:pPr>
      <w:r w:rsidRPr="00F44A2F">
        <w:rPr>
          <w:b/>
          <w:i/>
        </w:rPr>
        <w:t>Verse 1</w:t>
      </w:r>
      <w:r w:rsidR="0084126F" w:rsidRPr="00F44A2F">
        <w:rPr>
          <w:b/>
          <w:i/>
        </w:rPr>
        <w:t>:</w:t>
      </w:r>
    </w:p>
    <w:p w14:paraId="292F42C1" w14:textId="2B2D62CD" w:rsidR="00193E0A" w:rsidRPr="00F44A2F" w:rsidRDefault="00DA249D" w:rsidP="0084126F">
      <w:r w:rsidRPr="00F44A2F">
        <w:t xml:space="preserve">I was trying to be like others instead of being </w:t>
      </w:r>
    </w:p>
    <w:p w14:paraId="1520A1FC" w14:textId="77777777" w:rsidR="0084126F" w:rsidRPr="00F44A2F" w:rsidRDefault="00DA249D" w:rsidP="0084126F">
      <w:r w:rsidRPr="00F44A2F">
        <w:t xml:space="preserve">Looking for my purpose in </w:t>
      </w:r>
      <w:proofErr w:type="gramStart"/>
      <w:r w:rsidRPr="00F44A2F">
        <w:t>others</w:t>
      </w:r>
      <w:proofErr w:type="gramEnd"/>
      <w:r w:rsidRPr="00F44A2F">
        <w:t xml:space="preserve"> people’s dreams</w:t>
      </w:r>
    </w:p>
    <w:p w14:paraId="1FF2F90C" w14:textId="77777777" w:rsidR="002A0875" w:rsidRPr="00F44A2F" w:rsidRDefault="0035125B" w:rsidP="0084126F">
      <w:r w:rsidRPr="00F44A2F">
        <w:t>I was struggling for direction n</w:t>
      </w:r>
      <w:r w:rsidR="001652F4" w:rsidRPr="00F44A2F">
        <w:t>o sense of having peace</w:t>
      </w:r>
    </w:p>
    <w:p w14:paraId="4748F330" w14:textId="77777777" w:rsidR="002A0875" w:rsidRPr="00F44A2F" w:rsidRDefault="001652F4" w:rsidP="0084126F">
      <w:r w:rsidRPr="00F44A2F">
        <w:t>Just when I thought I didn’t matter I heard Jesus say to me</w:t>
      </w:r>
    </w:p>
    <w:p w14:paraId="54A64A42" w14:textId="77777777" w:rsidR="002A0875" w:rsidRPr="00F44A2F" w:rsidRDefault="002A0875" w:rsidP="0084126F"/>
    <w:p w14:paraId="0A7BAD4E" w14:textId="77777777" w:rsidR="00F43BE0" w:rsidRPr="00F44A2F" w:rsidRDefault="00F43BE0" w:rsidP="00F43BE0">
      <w:pPr>
        <w:rPr>
          <w:b/>
        </w:rPr>
      </w:pPr>
      <w:r w:rsidRPr="00F44A2F">
        <w:rPr>
          <w:b/>
          <w:i/>
        </w:rPr>
        <w:t>Chorus:</w:t>
      </w:r>
    </w:p>
    <w:p w14:paraId="45B44F52" w14:textId="77777777" w:rsidR="00F43BE0" w:rsidRPr="00F44A2F" w:rsidRDefault="00F43BE0" w:rsidP="00F43BE0">
      <w:r w:rsidRPr="00F44A2F">
        <w:t xml:space="preserve">You’re the Only One </w:t>
      </w:r>
    </w:p>
    <w:p w14:paraId="3153C94B" w14:textId="77777777" w:rsidR="00F43BE0" w:rsidRPr="00F44A2F" w:rsidRDefault="00F43BE0" w:rsidP="00F43BE0">
      <w:pPr>
        <w:rPr>
          <w:b/>
          <w:i/>
        </w:rPr>
      </w:pPr>
      <w:r w:rsidRPr="00F44A2F">
        <w:t xml:space="preserve">There is no one else like you underneath the sun            </w:t>
      </w:r>
    </w:p>
    <w:p w14:paraId="765E072D" w14:textId="77777777" w:rsidR="00F43BE0" w:rsidRPr="00F44A2F" w:rsidRDefault="00F43BE0" w:rsidP="00F43BE0">
      <w:r w:rsidRPr="00F44A2F">
        <w:t>When my Father made you His perfect will was done</w:t>
      </w:r>
    </w:p>
    <w:p w14:paraId="10464DC0" w14:textId="77777777" w:rsidR="00904A5D" w:rsidRDefault="00576291" w:rsidP="00F43BE0">
      <w:r w:rsidRPr="00F44A2F">
        <w:t xml:space="preserve">You’re the Only </w:t>
      </w:r>
      <w:r w:rsidR="00923F1D" w:rsidRPr="00F44A2F">
        <w:t xml:space="preserve">One    </w:t>
      </w:r>
      <w:r w:rsidR="008B3B47">
        <w:t xml:space="preserve">  </w:t>
      </w:r>
    </w:p>
    <w:p w14:paraId="742170B9" w14:textId="77777777" w:rsidR="009B6545" w:rsidRPr="008B3B47" w:rsidRDefault="00F43BE0" w:rsidP="00F43BE0">
      <w:r w:rsidRPr="00F44A2F">
        <w:t xml:space="preserve">You’re the Only One </w:t>
      </w:r>
    </w:p>
    <w:p w14:paraId="41EE6F54" w14:textId="77777777" w:rsidR="00F43BE0" w:rsidRPr="009B6545" w:rsidRDefault="00F43BE0" w:rsidP="00F43BE0">
      <w:pPr>
        <w:rPr>
          <w:b/>
          <w:i/>
        </w:rPr>
      </w:pPr>
    </w:p>
    <w:p w14:paraId="7331C899" w14:textId="77777777" w:rsidR="00F43BE0" w:rsidRPr="00F44A2F" w:rsidRDefault="00F43BE0" w:rsidP="00F43BE0">
      <w:pPr>
        <w:rPr>
          <w:b/>
          <w:i/>
        </w:rPr>
      </w:pPr>
      <w:r w:rsidRPr="00F44A2F">
        <w:rPr>
          <w:b/>
          <w:i/>
        </w:rPr>
        <w:t>Verse 2:</w:t>
      </w:r>
    </w:p>
    <w:p w14:paraId="57E982AD" w14:textId="77777777" w:rsidR="0053397F" w:rsidRPr="00F44A2F" w:rsidRDefault="0053397F" w:rsidP="0084126F">
      <w:r w:rsidRPr="00F44A2F">
        <w:t xml:space="preserve">In </w:t>
      </w:r>
      <w:proofErr w:type="gramStart"/>
      <w:r w:rsidRPr="00F44A2F">
        <w:t>all of</w:t>
      </w:r>
      <w:proofErr w:type="gramEnd"/>
      <w:r w:rsidRPr="00F44A2F">
        <w:t xml:space="preserve"> my confusion the Lord still has a plan</w:t>
      </w:r>
    </w:p>
    <w:p w14:paraId="344712AC" w14:textId="77777777" w:rsidR="0053397F" w:rsidRPr="00F44A2F" w:rsidRDefault="0053397F" w:rsidP="0084126F">
      <w:r w:rsidRPr="00F44A2F">
        <w:t>I need to trust His providence though I don’t understand</w:t>
      </w:r>
    </w:p>
    <w:p w14:paraId="25A41293" w14:textId="77777777" w:rsidR="0053397F" w:rsidRPr="00F44A2F" w:rsidRDefault="006C64B8" w:rsidP="0084126F">
      <w:r w:rsidRPr="00F44A2F">
        <w:t xml:space="preserve">No matter where I find </w:t>
      </w:r>
      <w:r w:rsidR="00945361">
        <w:t>life</w:t>
      </w:r>
      <w:r w:rsidR="0053397F" w:rsidRPr="00F44A2F">
        <w:t xml:space="preserve"> it’s where I need to be</w:t>
      </w:r>
    </w:p>
    <w:p w14:paraId="22694CD3" w14:textId="77777777" w:rsidR="00887415" w:rsidRPr="00F44A2F" w:rsidRDefault="0053397F" w:rsidP="0084126F">
      <w:r w:rsidRPr="00F44A2F">
        <w:t>And in this present moment I hear Jesus say to</w:t>
      </w:r>
      <w:r w:rsidR="00887415" w:rsidRPr="00F44A2F">
        <w:t xml:space="preserve"> me</w:t>
      </w:r>
    </w:p>
    <w:p w14:paraId="3CB4EFB4" w14:textId="77777777" w:rsidR="00904A5D" w:rsidRDefault="00904A5D" w:rsidP="0084126F">
      <w:pPr>
        <w:rPr>
          <w:b/>
          <w:i/>
        </w:rPr>
      </w:pPr>
    </w:p>
    <w:p w14:paraId="045C96F3" w14:textId="77777777" w:rsidR="005F7F91" w:rsidRPr="00F44A2F" w:rsidRDefault="0053397F" w:rsidP="0084126F">
      <w:r w:rsidRPr="00F44A2F">
        <w:rPr>
          <w:b/>
          <w:i/>
        </w:rPr>
        <w:t>Repeat Chorus</w:t>
      </w:r>
      <w:r w:rsidR="006C64B8" w:rsidRPr="00F44A2F">
        <w:rPr>
          <w:b/>
          <w:i/>
        </w:rPr>
        <w:t>:</w:t>
      </w:r>
    </w:p>
    <w:p w14:paraId="6F17917C" w14:textId="77777777" w:rsidR="009B6D1E" w:rsidRPr="00F44A2F" w:rsidRDefault="009B6D1E" w:rsidP="0084126F">
      <w:pPr>
        <w:rPr>
          <w:b/>
          <w:i/>
        </w:rPr>
      </w:pPr>
    </w:p>
    <w:p w14:paraId="76353E80" w14:textId="77777777" w:rsidR="00D30299" w:rsidRPr="00F44A2F" w:rsidRDefault="006C64B8" w:rsidP="0084126F">
      <w:pPr>
        <w:rPr>
          <w:b/>
          <w:i/>
        </w:rPr>
      </w:pPr>
      <w:r w:rsidRPr="00F44A2F">
        <w:rPr>
          <w:b/>
          <w:i/>
        </w:rPr>
        <w:t>Bridge:</w:t>
      </w:r>
    </w:p>
    <w:p w14:paraId="73ABA976" w14:textId="77777777" w:rsidR="006C64B8" w:rsidRPr="00F44A2F" w:rsidRDefault="0035125B" w:rsidP="0084126F">
      <w:pPr>
        <w:rPr>
          <w:b/>
        </w:rPr>
      </w:pPr>
      <w:r w:rsidRPr="00F44A2F">
        <w:rPr>
          <w:b/>
        </w:rPr>
        <w:t xml:space="preserve">             </w:t>
      </w:r>
    </w:p>
    <w:p w14:paraId="1B91028A" w14:textId="77777777" w:rsidR="006C64B8" w:rsidRPr="00F44A2F" w:rsidRDefault="0053397F" w:rsidP="0084126F">
      <w:r w:rsidRPr="00F44A2F">
        <w:t xml:space="preserve">Take </w:t>
      </w:r>
      <w:r w:rsidR="006C64B8" w:rsidRPr="00F44A2F">
        <w:t xml:space="preserve">my focus off myself </w:t>
      </w:r>
    </w:p>
    <w:p w14:paraId="251B268D" w14:textId="77777777" w:rsidR="0053397F" w:rsidRPr="00904A5D" w:rsidRDefault="006C64B8" w:rsidP="0084126F">
      <w:pPr>
        <w:rPr>
          <w:b/>
        </w:rPr>
      </w:pPr>
      <w:r w:rsidRPr="00F44A2F">
        <w:t>And put it all on You</w:t>
      </w:r>
    </w:p>
    <w:p w14:paraId="1DA2AE77" w14:textId="77777777" w:rsidR="006C64B8" w:rsidRPr="00F44A2F" w:rsidRDefault="006C64B8" w:rsidP="0084126F">
      <w:r w:rsidRPr="00F44A2F">
        <w:t>Then I’ll live for all your glory</w:t>
      </w:r>
    </w:p>
    <w:p w14:paraId="30606341" w14:textId="7C505C87" w:rsidR="006C64B8" w:rsidRPr="0035040F" w:rsidRDefault="006C64B8" w:rsidP="0084126F">
      <w:pPr>
        <w:rPr>
          <w:b/>
        </w:rPr>
      </w:pPr>
      <w:r w:rsidRPr="00F44A2F">
        <w:t xml:space="preserve">And do what </w:t>
      </w:r>
      <w:r w:rsidR="00F57F37" w:rsidRPr="00F44A2F">
        <w:t>you’d have</w:t>
      </w:r>
      <w:r w:rsidRPr="00F44A2F">
        <w:t xml:space="preserve"> me do</w:t>
      </w:r>
      <w:r w:rsidR="00F37F9B" w:rsidRPr="001D3F56">
        <w:rPr>
          <w:b/>
          <w:i/>
        </w:rPr>
        <w:t xml:space="preserve"> </w:t>
      </w:r>
    </w:p>
    <w:p w14:paraId="7CCC70ED" w14:textId="77777777" w:rsidR="006C64B8" w:rsidRPr="00F44A2F" w:rsidRDefault="006C64B8" w:rsidP="0084126F">
      <w:pPr>
        <w:rPr>
          <w:b/>
          <w:i/>
        </w:rPr>
      </w:pPr>
    </w:p>
    <w:p w14:paraId="4A153CC4" w14:textId="77777777" w:rsidR="006C64B8" w:rsidRPr="00F44A2F" w:rsidRDefault="006C64B8" w:rsidP="0084126F">
      <w:r w:rsidRPr="00F44A2F">
        <w:t xml:space="preserve">You’re the Only One </w:t>
      </w:r>
    </w:p>
    <w:p w14:paraId="2BC91108" w14:textId="77777777" w:rsidR="006C64B8" w:rsidRPr="00F44A2F" w:rsidRDefault="006C64B8" w:rsidP="0084126F">
      <w:r w:rsidRPr="00F44A2F">
        <w:t>There is no one else like you underneath the sun</w:t>
      </w:r>
    </w:p>
    <w:p w14:paraId="5B9F33F9" w14:textId="77777777" w:rsidR="006C64B8" w:rsidRPr="00904A5D" w:rsidRDefault="006C64B8" w:rsidP="0084126F">
      <w:pPr>
        <w:rPr>
          <w:b/>
        </w:rPr>
      </w:pPr>
      <w:r w:rsidRPr="00F44A2F">
        <w:t>When my Father made you His perfect will was done</w:t>
      </w:r>
    </w:p>
    <w:p w14:paraId="0599D005" w14:textId="27AD9E5B" w:rsidR="001D3F56" w:rsidRPr="005B5D35" w:rsidRDefault="006C64B8" w:rsidP="0084126F">
      <w:pPr>
        <w:rPr>
          <w:b/>
        </w:rPr>
      </w:pPr>
      <w:r w:rsidRPr="00F44A2F">
        <w:t>You’re the On</w:t>
      </w:r>
      <w:r w:rsidR="004C17D3" w:rsidRPr="00F44A2F">
        <w:t>l</w:t>
      </w:r>
      <w:r w:rsidR="0035040F">
        <w:t xml:space="preserve">y </w:t>
      </w:r>
    </w:p>
    <w:p w14:paraId="78CE0D41" w14:textId="77777777" w:rsidR="001D3F56" w:rsidRPr="005B5D35" w:rsidRDefault="001D3F56" w:rsidP="0084126F">
      <w:pPr>
        <w:rPr>
          <w:b/>
        </w:rPr>
      </w:pPr>
    </w:p>
    <w:p w14:paraId="13DF74B8" w14:textId="77777777" w:rsidR="00532AAD" w:rsidRDefault="00532AAD">
      <w:r>
        <w:br w:type="page"/>
      </w:r>
    </w:p>
    <w:p w14:paraId="7E8D854A" w14:textId="77777777" w:rsidR="001D3F56" w:rsidRPr="00F44A2F" w:rsidRDefault="001D3F56" w:rsidP="001D3F56">
      <w:r w:rsidRPr="00F44A2F">
        <w:lastRenderedPageBreak/>
        <w:t xml:space="preserve">You’re the Only One </w:t>
      </w:r>
    </w:p>
    <w:p w14:paraId="163F6EE8" w14:textId="77777777" w:rsidR="001D3F56" w:rsidRPr="00F44A2F" w:rsidRDefault="001D3F56" w:rsidP="001D3F56">
      <w:r w:rsidRPr="00F44A2F">
        <w:t>There is no one else like you underneath the sun</w:t>
      </w:r>
    </w:p>
    <w:p w14:paraId="1A8E79E6" w14:textId="77777777" w:rsidR="001D3F56" w:rsidRPr="001D3F56" w:rsidRDefault="001D3F56" w:rsidP="001D3F56">
      <w:r w:rsidRPr="001D3F56">
        <w:t>God you</w:t>
      </w:r>
      <w:r>
        <w:t xml:space="preserve"> ar</w:t>
      </w:r>
      <w:r w:rsidR="005774FF">
        <w:t>e my Father Your perfect will be</w:t>
      </w:r>
      <w:r>
        <w:t xml:space="preserve"> done</w:t>
      </w:r>
    </w:p>
    <w:p w14:paraId="66E72832" w14:textId="77777777" w:rsidR="00532AAD" w:rsidRDefault="001D3F56" w:rsidP="001D3F56">
      <w:r w:rsidRPr="00F44A2F">
        <w:t>You’re the Only</w:t>
      </w:r>
      <w:r w:rsidR="00532AAD">
        <w:t xml:space="preserve"> One  </w:t>
      </w:r>
    </w:p>
    <w:p w14:paraId="4CFDF67B" w14:textId="77777777" w:rsidR="001D3F56" w:rsidRDefault="001C49B0" w:rsidP="001D3F56">
      <w:r>
        <w:t>You’</w:t>
      </w:r>
      <w:r w:rsidR="005774FF">
        <w:t>re the O</w:t>
      </w:r>
      <w:r>
        <w:t>nly</w:t>
      </w:r>
      <w:r w:rsidR="00FD6C5A">
        <w:t xml:space="preserve"> One</w:t>
      </w:r>
    </w:p>
    <w:p w14:paraId="45E5B13D" w14:textId="77777777" w:rsidR="001315BF" w:rsidRPr="00F44A2F" w:rsidRDefault="001315BF" w:rsidP="001315BF">
      <w:pPr>
        <w:rPr>
          <w:b/>
          <w:i/>
        </w:rPr>
      </w:pPr>
    </w:p>
    <w:p w14:paraId="17CD41DC" w14:textId="77777777" w:rsidR="00435361" w:rsidRPr="00FD6C5A" w:rsidRDefault="001315BF" w:rsidP="00435361">
      <w:r w:rsidRPr="00F44A2F">
        <w:t xml:space="preserve"> </w:t>
      </w:r>
      <w:r w:rsidR="00435361" w:rsidRPr="00F44A2F">
        <w:rPr>
          <w:b/>
          <w:i/>
        </w:rPr>
        <w:t>Coda-End</w:t>
      </w:r>
    </w:p>
    <w:p w14:paraId="38646073" w14:textId="77777777" w:rsidR="001C49B0" w:rsidRDefault="00A2090E" w:rsidP="0084126F">
      <w:r w:rsidRPr="00F44A2F">
        <w:t xml:space="preserve">                                            </w:t>
      </w:r>
      <w:r w:rsidR="00435361" w:rsidRPr="00F44A2F">
        <w:t xml:space="preserve">                      </w:t>
      </w:r>
      <w:r w:rsidR="002320DE" w:rsidRPr="00F44A2F">
        <w:t xml:space="preserve"> </w:t>
      </w:r>
    </w:p>
    <w:p w14:paraId="7DD4F936" w14:textId="77777777" w:rsidR="001C49B0" w:rsidRPr="00FD6C5A" w:rsidRDefault="001C49B0" w:rsidP="0084126F">
      <w:pPr>
        <w:rPr>
          <w:b/>
          <w:i/>
        </w:rPr>
      </w:pPr>
      <w:r>
        <w:t>You’re the Only One</w:t>
      </w:r>
    </w:p>
    <w:p w14:paraId="6E6979DC" w14:textId="77777777" w:rsidR="001315BF" w:rsidRPr="00FD6C5A" w:rsidRDefault="00435361" w:rsidP="0084126F">
      <w:r w:rsidRPr="00F44A2F">
        <w:t xml:space="preserve">You’re the Only </w:t>
      </w:r>
      <w:r w:rsidR="00532AAD">
        <w:t>One</w:t>
      </w:r>
      <w:r w:rsidR="001315BF">
        <w:rPr>
          <w:b/>
        </w:rPr>
        <w:t xml:space="preserve">    </w:t>
      </w:r>
      <w:r w:rsidR="00852F6F">
        <w:rPr>
          <w:b/>
        </w:rPr>
        <w:t xml:space="preserve">                 </w:t>
      </w:r>
      <w:r w:rsidR="001C49B0">
        <w:rPr>
          <w:b/>
        </w:rPr>
        <w:t xml:space="preserve"> </w:t>
      </w:r>
    </w:p>
    <w:p w14:paraId="5F74E6AE" w14:textId="77777777" w:rsidR="001315BF" w:rsidRDefault="009745E9" w:rsidP="0084126F">
      <w:r>
        <w:t>You’re the Only One</w:t>
      </w:r>
    </w:p>
    <w:p w14:paraId="22C2817F" w14:textId="77777777" w:rsidR="009745E9" w:rsidRPr="00F44A2F" w:rsidRDefault="009745E9" w:rsidP="0084126F">
      <w:r>
        <w:t>You’re the Only One</w:t>
      </w:r>
    </w:p>
    <w:p w14:paraId="1AEEA846" w14:textId="77777777" w:rsidR="0044075F" w:rsidRPr="00F44A2F" w:rsidRDefault="0044075F" w:rsidP="00FB6B1D">
      <w:pPr>
        <w:rPr>
          <w:b/>
        </w:rPr>
      </w:pPr>
    </w:p>
    <w:p w14:paraId="50BA55AD" w14:textId="77777777" w:rsidR="00F44A2F" w:rsidRDefault="00F44A2F" w:rsidP="00FB6B1D">
      <w:pPr>
        <w:rPr>
          <w:b/>
        </w:rPr>
      </w:pPr>
    </w:p>
    <w:p w14:paraId="1775BC4B" w14:textId="77777777" w:rsidR="00F44A2F" w:rsidRDefault="00F44A2F" w:rsidP="00FB6B1D">
      <w:pPr>
        <w:rPr>
          <w:b/>
        </w:rPr>
      </w:pPr>
    </w:p>
    <w:p w14:paraId="1AC5590C" w14:textId="77777777" w:rsidR="00F44A2F" w:rsidRDefault="00F44A2F" w:rsidP="00FB6B1D">
      <w:pPr>
        <w:rPr>
          <w:b/>
        </w:rPr>
      </w:pPr>
    </w:p>
    <w:p w14:paraId="1FF5E5FF" w14:textId="77777777" w:rsidR="00F44A2F" w:rsidRDefault="00F44A2F" w:rsidP="00FB6B1D">
      <w:pPr>
        <w:rPr>
          <w:b/>
        </w:rPr>
      </w:pPr>
    </w:p>
    <w:p w14:paraId="378529CD" w14:textId="77777777" w:rsidR="00F44A2F" w:rsidRDefault="00F44A2F" w:rsidP="00FB6B1D">
      <w:pPr>
        <w:rPr>
          <w:b/>
        </w:rPr>
      </w:pPr>
    </w:p>
    <w:p w14:paraId="0AA15FDD" w14:textId="77777777" w:rsidR="00F44A2F" w:rsidRDefault="00F44A2F" w:rsidP="00FB6B1D">
      <w:pPr>
        <w:rPr>
          <w:b/>
        </w:rPr>
      </w:pPr>
    </w:p>
    <w:p w14:paraId="6BE75236" w14:textId="77777777" w:rsidR="00F44A2F" w:rsidRDefault="00F44A2F" w:rsidP="00FB6B1D">
      <w:pPr>
        <w:rPr>
          <w:b/>
        </w:rPr>
      </w:pPr>
    </w:p>
    <w:p w14:paraId="2449D2E9" w14:textId="77777777" w:rsidR="005E4E4E" w:rsidRDefault="005E4E4E" w:rsidP="00FB6B1D">
      <w:pPr>
        <w:rPr>
          <w:b/>
        </w:rPr>
      </w:pPr>
    </w:p>
    <w:p w14:paraId="3F2D00B2" w14:textId="77777777" w:rsidR="005E4E4E" w:rsidRDefault="005E4E4E" w:rsidP="00FB6B1D">
      <w:pPr>
        <w:rPr>
          <w:b/>
        </w:rPr>
      </w:pPr>
    </w:p>
    <w:p w14:paraId="3C809484" w14:textId="77777777" w:rsidR="005E4E4E" w:rsidRDefault="005E4E4E" w:rsidP="00FB6B1D">
      <w:pPr>
        <w:rPr>
          <w:b/>
        </w:rPr>
      </w:pPr>
    </w:p>
    <w:p w14:paraId="2BCE5C5A" w14:textId="77777777" w:rsidR="005E4E4E" w:rsidRDefault="005E4E4E" w:rsidP="00FB6B1D">
      <w:pPr>
        <w:rPr>
          <w:b/>
        </w:rPr>
      </w:pPr>
    </w:p>
    <w:p w14:paraId="26B9BEB7" w14:textId="77777777" w:rsidR="005E4E4E" w:rsidRDefault="005E4E4E" w:rsidP="00FB6B1D">
      <w:pPr>
        <w:rPr>
          <w:b/>
        </w:rPr>
      </w:pPr>
    </w:p>
    <w:p w14:paraId="3ED63A0A" w14:textId="77777777" w:rsidR="005E4E4E" w:rsidRDefault="005E4E4E" w:rsidP="00FB6B1D">
      <w:pPr>
        <w:rPr>
          <w:b/>
        </w:rPr>
      </w:pPr>
    </w:p>
    <w:p w14:paraId="3B7D5704" w14:textId="77777777" w:rsidR="005E4E4E" w:rsidRDefault="005E4E4E" w:rsidP="00FB6B1D">
      <w:pPr>
        <w:rPr>
          <w:b/>
        </w:rPr>
      </w:pPr>
    </w:p>
    <w:p w14:paraId="528015EF" w14:textId="77777777" w:rsidR="005E4E4E" w:rsidRDefault="005E4E4E" w:rsidP="00FB6B1D">
      <w:pPr>
        <w:rPr>
          <w:b/>
        </w:rPr>
      </w:pPr>
    </w:p>
    <w:p w14:paraId="45759DA2" w14:textId="77777777" w:rsidR="00FB6B1D" w:rsidRPr="00864D9D" w:rsidRDefault="00FB6B1D" w:rsidP="00FB6B1D">
      <w:pPr>
        <w:rPr>
          <w:sz w:val="22"/>
          <w:szCs w:val="22"/>
        </w:rPr>
      </w:pPr>
      <w:r w:rsidRPr="00864D9D">
        <w:rPr>
          <w:b/>
          <w:sz w:val="22"/>
          <w:szCs w:val="22"/>
        </w:rPr>
        <w:t xml:space="preserve">© </w:t>
      </w:r>
      <w:r w:rsidRPr="00864D9D">
        <w:rPr>
          <w:sz w:val="22"/>
          <w:szCs w:val="22"/>
        </w:rPr>
        <w:t>1995 Safe Place Music/ASCAP</w:t>
      </w:r>
    </w:p>
    <w:p w14:paraId="4C2D1815" w14:textId="77777777" w:rsidR="0084126F" w:rsidRPr="00864D9D" w:rsidRDefault="00FB6B1D" w:rsidP="00FB6B1D">
      <w:pPr>
        <w:rPr>
          <w:b/>
          <w:sz w:val="22"/>
          <w:szCs w:val="22"/>
        </w:rPr>
      </w:pPr>
      <w:r w:rsidRPr="00864D9D">
        <w:rPr>
          <w:sz w:val="22"/>
          <w:szCs w:val="22"/>
        </w:rPr>
        <w:t xml:space="preserve">© 1995 </w:t>
      </w:r>
      <w:proofErr w:type="spellStart"/>
      <w:r w:rsidRPr="00864D9D">
        <w:rPr>
          <w:sz w:val="22"/>
          <w:szCs w:val="22"/>
        </w:rPr>
        <w:t>Ariose</w:t>
      </w:r>
      <w:proofErr w:type="spellEnd"/>
      <w:r w:rsidRPr="00864D9D">
        <w:rPr>
          <w:sz w:val="22"/>
          <w:szCs w:val="22"/>
        </w:rPr>
        <w:t xml:space="preserve"> Music / ASCAP/a </w:t>
      </w:r>
      <w:proofErr w:type="spellStart"/>
      <w:r w:rsidRPr="00864D9D">
        <w:rPr>
          <w:sz w:val="22"/>
          <w:szCs w:val="22"/>
        </w:rPr>
        <w:t>div.EMI</w:t>
      </w:r>
      <w:proofErr w:type="spellEnd"/>
      <w:r w:rsidRPr="00864D9D">
        <w:rPr>
          <w:sz w:val="22"/>
          <w:szCs w:val="22"/>
        </w:rPr>
        <w:t>-Christian Music Publ.</w:t>
      </w:r>
    </w:p>
    <w:sectPr w:rsidR="0084126F" w:rsidRPr="00864D9D" w:rsidSect="000C2125">
      <w:footerReference w:type="default" r:id="rId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08D565" w14:textId="77777777" w:rsidR="00CF07D8" w:rsidRDefault="00CF07D8">
      <w:r>
        <w:separator/>
      </w:r>
    </w:p>
  </w:endnote>
  <w:endnote w:type="continuationSeparator" w:id="0">
    <w:p w14:paraId="51F286F1" w14:textId="77777777" w:rsidR="00CF07D8" w:rsidRDefault="00CF0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1B2FE" w14:textId="77777777" w:rsidR="006F6846" w:rsidRPr="0044075F" w:rsidRDefault="006F6846" w:rsidP="006F6846">
    <w:pPr>
      <w:jc w:val="center"/>
      <w:rPr>
        <w:rFonts w:ascii="Garamond" w:hAnsi="Garamond"/>
        <w:b/>
        <w:sz w:val="18"/>
        <w:szCs w:val="18"/>
      </w:rPr>
    </w:pPr>
  </w:p>
  <w:p w14:paraId="4D2C9E61" w14:textId="77777777" w:rsidR="006F6846" w:rsidRDefault="006F6846" w:rsidP="006F6846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91B420" w14:textId="77777777" w:rsidR="00CF07D8" w:rsidRDefault="00CF07D8">
      <w:r>
        <w:separator/>
      </w:r>
    </w:p>
  </w:footnote>
  <w:footnote w:type="continuationSeparator" w:id="0">
    <w:p w14:paraId="69AF1EA7" w14:textId="77777777" w:rsidR="00CF07D8" w:rsidRDefault="00CF07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proofState w:spelling="clean" w:grammar="clean"/>
  <w:attachedTemplate r:id="rId1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48BF"/>
    <w:rsid w:val="00025A5D"/>
    <w:rsid w:val="00055266"/>
    <w:rsid w:val="0006357C"/>
    <w:rsid w:val="000870DC"/>
    <w:rsid w:val="000C2125"/>
    <w:rsid w:val="0010133A"/>
    <w:rsid w:val="00126A65"/>
    <w:rsid w:val="001315BF"/>
    <w:rsid w:val="00131865"/>
    <w:rsid w:val="00131FAD"/>
    <w:rsid w:val="001652F4"/>
    <w:rsid w:val="001729CA"/>
    <w:rsid w:val="00193E0A"/>
    <w:rsid w:val="001C15CF"/>
    <w:rsid w:val="001C49B0"/>
    <w:rsid w:val="001D3F56"/>
    <w:rsid w:val="001E52E1"/>
    <w:rsid w:val="00206826"/>
    <w:rsid w:val="00230B62"/>
    <w:rsid w:val="002320DE"/>
    <w:rsid w:val="00265C08"/>
    <w:rsid w:val="00284560"/>
    <w:rsid w:val="002A0875"/>
    <w:rsid w:val="002B011C"/>
    <w:rsid w:val="002B41CF"/>
    <w:rsid w:val="00302AB7"/>
    <w:rsid w:val="00306821"/>
    <w:rsid w:val="0035040F"/>
    <w:rsid w:val="0035125B"/>
    <w:rsid w:val="00367B3D"/>
    <w:rsid w:val="003861B7"/>
    <w:rsid w:val="003E536F"/>
    <w:rsid w:val="003F62E2"/>
    <w:rsid w:val="004219D3"/>
    <w:rsid w:val="00435361"/>
    <w:rsid w:val="0044075F"/>
    <w:rsid w:val="00475083"/>
    <w:rsid w:val="004A66EB"/>
    <w:rsid w:val="004B0209"/>
    <w:rsid w:val="004B766B"/>
    <w:rsid w:val="004C17D3"/>
    <w:rsid w:val="00502F1E"/>
    <w:rsid w:val="00532AAD"/>
    <w:rsid w:val="0053397F"/>
    <w:rsid w:val="00576291"/>
    <w:rsid w:val="005774FF"/>
    <w:rsid w:val="005B3B24"/>
    <w:rsid w:val="005B5D35"/>
    <w:rsid w:val="005E4E4E"/>
    <w:rsid w:val="005F7F91"/>
    <w:rsid w:val="00637453"/>
    <w:rsid w:val="00643BA6"/>
    <w:rsid w:val="00645C9A"/>
    <w:rsid w:val="006474E3"/>
    <w:rsid w:val="0065626F"/>
    <w:rsid w:val="006564BA"/>
    <w:rsid w:val="006567E8"/>
    <w:rsid w:val="006771DB"/>
    <w:rsid w:val="006A339D"/>
    <w:rsid w:val="006C5140"/>
    <w:rsid w:val="006C64B8"/>
    <w:rsid w:val="006E4C4E"/>
    <w:rsid w:val="006F0D9A"/>
    <w:rsid w:val="006F6846"/>
    <w:rsid w:val="00702652"/>
    <w:rsid w:val="00710207"/>
    <w:rsid w:val="00712CC3"/>
    <w:rsid w:val="0073282F"/>
    <w:rsid w:val="007A109C"/>
    <w:rsid w:val="007D474A"/>
    <w:rsid w:val="0084126F"/>
    <w:rsid w:val="00845405"/>
    <w:rsid w:val="00852F6F"/>
    <w:rsid w:val="00864C16"/>
    <w:rsid w:val="00864D9D"/>
    <w:rsid w:val="00887415"/>
    <w:rsid w:val="008B3B47"/>
    <w:rsid w:val="008E6D05"/>
    <w:rsid w:val="008F72FE"/>
    <w:rsid w:val="00904A5D"/>
    <w:rsid w:val="00915B15"/>
    <w:rsid w:val="00923F1D"/>
    <w:rsid w:val="00945361"/>
    <w:rsid w:val="00960164"/>
    <w:rsid w:val="009745E9"/>
    <w:rsid w:val="009A6360"/>
    <w:rsid w:val="009A7B52"/>
    <w:rsid w:val="009B6545"/>
    <w:rsid w:val="009B6D1E"/>
    <w:rsid w:val="009C455E"/>
    <w:rsid w:val="009D1C09"/>
    <w:rsid w:val="009E2B48"/>
    <w:rsid w:val="00A2090E"/>
    <w:rsid w:val="00A77A23"/>
    <w:rsid w:val="00A9680D"/>
    <w:rsid w:val="00A97412"/>
    <w:rsid w:val="00AD5E9E"/>
    <w:rsid w:val="00AE7E85"/>
    <w:rsid w:val="00AF14B3"/>
    <w:rsid w:val="00B348BF"/>
    <w:rsid w:val="00B4132A"/>
    <w:rsid w:val="00B73635"/>
    <w:rsid w:val="00B958B9"/>
    <w:rsid w:val="00BC37F5"/>
    <w:rsid w:val="00BC66C7"/>
    <w:rsid w:val="00BD4B3D"/>
    <w:rsid w:val="00C31938"/>
    <w:rsid w:val="00C45357"/>
    <w:rsid w:val="00C9752E"/>
    <w:rsid w:val="00CB633D"/>
    <w:rsid w:val="00CF03EE"/>
    <w:rsid w:val="00CF07D8"/>
    <w:rsid w:val="00CF2C87"/>
    <w:rsid w:val="00D30299"/>
    <w:rsid w:val="00D45464"/>
    <w:rsid w:val="00DA249D"/>
    <w:rsid w:val="00DC0BD4"/>
    <w:rsid w:val="00E12CD5"/>
    <w:rsid w:val="00E2552A"/>
    <w:rsid w:val="00E348A4"/>
    <w:rsid w:val="00EB0CC9"/>
    <w:rsid w:val="00ED6A15"/>
    <w:rsid w:val="00F012B8"/>
    <w:rsid w:val="00F24459"/>
    <w:rsid w:val="00F37F9B"/>
    <w:rsid w:val="00F43BE0"/>
    <w:rsid w:val="00F44A2F"/>
    <w:rsid w:val="00F55D99"/>
    <w:rsid w:val="00F57F37"/>
    <w:rsid w:val="00FB6B1D"/>
    <w:rsid w:val="00FC198E"/>
    <w:rsid w:val="00FD6C5A"/>
    <w:rsid w:val="00FE7139"/>
    <w:rsid w:val="00FF2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842700"/>
  <w15:docId w15:val="{CF481593-D26E-474E-84C6-0F700D326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212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F684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F6846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ele\Documents\Chart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C:\Users\Michele\Documents\Chart Template.dot</Template>
  <TotalTime>14</TotalTime>
  <Pages>2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Hungry</vt:lpstr>
    </vt:vector>
  </TitlesOfParts>
  <Company>CVCC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Hungry</dc:title>
  <dc:creator>Michele</dc:creator>
  <cp:lastModifiedBy>Michele Jacobsen</cp:lastModifiedBy>
  <cp:revision>11</cp:revision>
  <cp:lastPrinted>2010-04-12T18:32:00Z</cp:lastPrinted>
  <dcterms:created xsi:type="dcterms:W3CDTF">2012-05-17T17:43:00Z</dcterms:created>
  <dcterms:modified xsi:type="dcterms:W3CDTF">2025-11-15T21:35:00Z</dcterms:modified>
</cp:coreProperties>
</file>